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F7A0A" w14:textId="72F6D9C2" w:rsidR="00876C45" w:rsidRPr="00B77C63" w:rsidRDefault="00876C45">
      <w:pPr>
        <w:rPr>
          <w:rFonts w:cs="Arial"/>
          <w:color w:val="000000"/>
          <w:szCs w:val="24"/>
          <w:lang w:val="de-DE"/>
        </w:rPr>
        <w:sectPr w:rsidR="00876C45" w:rsidRPr="00B77C63" w:rsidSect="00F77A5D">
          <w:headerReference w:type="default" r:id="rId11"/>
          <w:headerReference w:type="first" r:id="rId12"/>
          <w:footerReference w:type="first" r:id="rId13"/>
          <w:pgSz w:w="11906" w:h="16838" w:code="9"/>
          <w:pgMar w:top="2410" w:right="1134" w:bottom="851" w:left="1418" w:header="708" w:footer="604" w:gutter="0"/>
          <w:cols w:space="708"/>
          <w:titlePg/>
          <w:docGrid w:linePitch="326"/>
        </w:sectPr>
      </w:pPr>
      <w:bookmarkStart w:id="1" w:name="_GoBack"/>
      <w:bookmarkEnd w:id="1"/>
    </w:p>
    <w:p w14:paraId="14148BDB" w14:textId="77777777" w:rsidR="00FA010F" w:rsidRPr="00FA010F" w:rsidRDefault="00FA010F" w:rsidP="00FA010F">
      <w:pPr>
        <w:spacing w:after="160" w:line="259" w:lineRule="auto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A010F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…………………………………………….</w:t>
      </w:r>
    </w:p>
    <w:p w14:paraId="73460681" w14:textId="77777777" w:rsidR="00FA010F" w:rsidRPr="00FA010F" w:rsidRDefault="00FA010F" w:rsidP="00FA010F">
      <w:pPr>
        <w:spacing w:after="160" w:line="259" w:lineRule="auto"/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</w:pPr>
      <w:r w:rsidRPr="00FA010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</w:t>
      </w:r>
      <w:r w:rsidRPr="00FA010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(miejscowość i data)</w:t>
      </w:r>
    </w:p>
    <w:p w14:paraId="6F930368" w14:textId="77777777" w:rsidR="00FA010F" w:rsidRPr="00FA010F" w:rsidRDefault="00FA010F" w:rsidP="00FA01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24"/>
        </w:rPr>
      </w:pPr>
      <w:r w:rsidRPr="00FA010F">
        <w:rPr>
          <w:rFonts w:asciiTheme="minorHAnsi" w:hAnsiTheme="minorHAnsi" w:cstheme="minorHAnsi"/>
          <w:b/>
          <w:color w:val="000000"/>
          <w:sz w:val="48"/>
          <w:szCs w:val="48"/>
        </w:rPr>
        <w:t>Oświadczenie</w:t>
      </w:r>
    </w:p>
    <w:p w14:paraId="75F68E56" w14:textId="77777777" w:rsidR="00FA010F" w:rsidRPr="00FA010F" w:rsidRDefault="00FA010F" w:rsidP="00FA010F">
      <w:pPr>
        <w:spacing w:after="160" w:line="259" w:lineRule="auto"/>
        <w:jc w:val="center"/>
        <w:rPr>
          <w:rFonts w:asciiTheme="minorHAnsi" w:eastAsiaTheme="minorHAnsi" w:hAnsiTheme="minorHAnsi" w:cstheme="minorHAnsi"/>
          <w:b/>
          <w:sz w:val="48"/>
          <w:szCs w:val="48"/>
          <w:lang w:eastAsia="en-US"/>
        </w:rPr>
      </w:pPr>
      <w:r w:rsidRPr="00FA010F"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 xml:space="preserve">o zachowaniu poufności informacji </w:t>
      </w:r>
    </w:p>
    <w:p w14:paraId="5FC2FD44" w14:textId="77777777" w:rsidR="00FA010F" w:rsidRPr="00FA010F" w:rsidRDefault="00FA010F" w:rsidP="00FA010F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Cs w:val="24"/>
          <w:u w:val="single"/>
          <w:lang w:eastAsia="en-US"/>
        </w:rPr>
      </w:pPr>
    </w:p>
    <w:p w14:paraId="567B0D3E" w14:textId="77777777" w:rsidR="00FA010F" w:rsidRPr="00FA010F" w:rsidRDefault="00FA010F" w:rsidP="00FA010F">
      <w:pPr>
        <w:spacing w:after="160" w:line="259" w:lineRule="auto"/>
        <w:rPr>
          <w:rFonts w:asciiTheme="minorHAnsi" w:eastAsiaTheme="minorHAnsi" w:hAnsiTheme="minorHAnsi" w:cstheme="minorBidi"/>
          <w:szCs w:val="24"/>
          <w:lang w:eastAsia="en-US"/>
        </w:rPr>
      </w:pPr>
      <w:r w:rsidRPr="00FA010F">
        <w:rPr>
          <w:rFonts w:asciiTheme="minorHAnsi" w:eastAsiaTheme="minorHAnsi" w:hAnsiTheme="minorHAnsi" w:cstheme="minorBidi"/>
          <w:szCs w:val="24"/>
          <w:lang w:eastAsia="en-US"/>
        </w:rPr>
        <w:t>Działając w imieniu i na rzecz ………………………………………………………………………………………………..</w:t>
      </w:r>
    </w:p>
    <w:p w14:paraId="49B7E0CF" w14:textId="77777777" w:rsidR="00FA010F" w:rsidRPr="00FA010F" w:rsidRDefault="00FA010F" w:rsidP="00FA010F">
      <w:pPr>
        <w:autoSpaceDE w:val="0"/>
        <w:autoSpaceDN w:val="0"/>
        <w:adjustRightInd w:val="0"/>
        <w:ind w:left="3540"/>
        <w:rPr>
          <w:rFonts w:asciiTheme="minorHAnsi" w:hAnsiTheme="minorHAnsi" w:cstheme="minorHAnsi"/>
          <w:color w:val="000000"/>
          <w:sz w:val="18"/>
          <w:szCs w:val="18"/>
        </w:rPr>
      </w:pPr>
      <w:r w:rsidRPr="00FA010F">
        <w:rPr>
          <w:rFonts w:asciiTheme="minorHAnsi" w:hAnsiTheme="minorHAnsi" w:cstheme="minorHAnsi"/>
          <w:color w:val="000000"/>
          <w:sz w:val="18"/>
          <w:szCs w:val="18"/>
        </w:rPr>
        <w:t>(pełna nazwa oferenta- pieczątka firmowa)</w:t>
      </w:r>
    </w:p>
    <w:p w14:paraId="2E384482" w14:textId="77777777" w:rsidR="00FA010F" w:rsidRPr="00FA010F" w:rsidRDefault="00FA010F" w:rsidP="00FA010F">
      <w:pPr>
        <w:spacing w:after="160" w:line="259" w:lineRule="auto"/>
        <w:jc w:val="center"/>
        <w:rPr>
          <w:rFonts w:asciiTheme="minorHAnsi" w:eastAsiaTheme="minorHAnsi" w:hAnsiTheme="minorHAnsi" w:cstheme="minorBidi"/>
          <w:szCs w:val="24"/>
          <w:lang w:eastAsia="en-US"/>
        </w:rPr>
      </w:pPr>
    </w:p>
    <w:p w14:paraId="3FA90ADD" w14:textId="77777777" w:rsidR="00FA010F" w:rsidRPr="00FA010F" w:rsidRDefault="00FA010F" w:rsidP="00FA010F">
      <w:pPr>
        <w:spacing w:after="160" w:line="259" w:lineRule="auto"/>
        <w:jc w:val="both"/>
        <w:rPr>
          <w:rFonts w:asciiTheme="minorHAnsi" w:eastAsiaTheme="minorHAnsi" w:hAnsiTheme="minorHAnsi" w:cstheme="minorBidi"/>
          <w:szCs w:val="24"/>
          <w:lang w:eastAsia="en-US"/>
        </w:rPr>
      </w:pPr>
      <w:r w:rsidRPr="00FA010F">
        <w:rPr>
          <w:rFonts w:asciiTheme="minorHAnsi" w:eastAsiaTheme="minorHAnsi" w:hAnsiTheme="minorHAnsi" w:cstheme="minorBidi"/>
          <w:szCs w:val="24"/>
          <w:lang w:eastAsia="en-US"/>
        </w:rPr>
        <w:t xml:space="preserve">Oświadczam, iż </w:t>
      </w:r>
      <w:r w:rsidRPr="00FA010F">
        <w:rPr>
          <w:rFonts w:asciiTheme="minorHAnsi" w:eastAsiaTheme="minorHAnsi" w:hAnsiTheme="minorHAnsi" w:cstheme="minorBidi"/>
          <w:color w:val="000000" w:themeColor="text1"/>
          <w:szCs w:val="24"/>
          <w:lang w:eastAsia="en-US"/>
        </w:rPr>
        <w:t xml:space="preserve">dokumentacja techniczna </w:t>
      </w:r>
      <w:r w:rsidRPr="00FA010F">
        <w:rPr>
          <w:rFonts w:asciiTheme="minorHAnsi" w:eastAsiaTheme="minorHAnsi" w:hAnsiTheme="minorHAnsi" w:cstheme="minorBidi"/>
          <w:szCs w:val="24"/>
          <w:lang w:eastAsia="en-US"/>
        </w:rPr>
        <w:t xml:space="preserve">otrzymana w ramach postępowania zakupowego </w:t>
      </w:r>
    </w:p>
    <w:p w14:paraId="53129FBE" w14:textId="77777777" w:rsidR="00FA010F" w:rsidRPr="00FA010F" w:rsidRDefault="00FA010F" w:rsidP="00FA010F">
      <w:pPr>
        <w:spacing w:after="160" w:line="259" w:lineRule="auto"/>
        <w:jc w:val="both"/>
        <w:rPr>
          <w:rFonts w:asciiTheme="minorHAnsi" w:eastAsiaTheme="minorHAnsi" w:hAnsiTheme="minorHAnsi" w:cstheme="minorBidi"/>
          <w:szCs w:val="24"/>
          <w:lang w:eastAsia="en-US"/>
        </w:rPr>
      </w:pPr>
      <w:r w:rsidRPr="00FA010F">
        <w:rPr>
          <w:rFonts w:asciiTheme="minorHAnsi" w:eastAsiaTheme="minorHAnsi" w:hAnsiTheme="minorHAnsi" w:cstheme="minorBidi"/>
          <w:szCs w:val="24"/>
          <w:lang w:eastAsia="en-US"/>
        </w:rPr>
        <w:t>…………………….………………………………………………………………………………………………………………………...</w:t>
      </w:r>
    </w:p>
    <w:p w14:paraId="0C87259A" w14:textId="77777777" w:rsidR="00FA010F" w:rsidRPr="00FA010F" w:rsidRDefault="00FA010F" w:rsidP="00FA010F">
      <w:pPr>
        <w:spacing w:after="160" w:line="259" w:lineRule="auto"/>
        <w:jc w:val="center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A010F">
        <w:rPr>
          <w:rFonts w:asciiTheme="minorHAnsi" w:eastAsiaTheme="minorHAnsi" w:hAnsiTheme="minorHAnsi" w:cstheme="minorBidi"/>
          <w:sz w:val="18"/>
          <w:szCs w:val="18"/>
          <w:lang w:eastAsia="en-US"/>
        </w:rPr>
        <w:t>(numer postępowania)</w:t>
      </w:r>
    </w:p>
    <w:p w14:paraId="37BA35CD" w14:textId="77777777" w:rsidR="00FA010F" w:rsidRPr="00FA010F" w:rsidRDefault="00FA010F" w:rsidP="00FA010F">
      <w:pPr>
        <w:spacing w:after="160" w:line="259" w:lineRule="auto"/>
        <w:jc w:val="both"/>
        <w:rPr>
          <w:rFonts w:asciiTheme="minorHAnsi" w:eastAsiaTheme="minorHAnsi" w:hAnsiTheme="minorHAnsi" w:cstheme="minorHAnsi"/>
          <w:color w:val="000000" w:themeColor="text1"/>
          <w:szCs w:val="24"/>
          <w:lang w:eastAsia="en-US"/>
        </w:rPr>
      </w:pPr>
      <w:r w:rsidRPr="00FA010F">
        <w:rPr>
          <w:rFonts w:asciiTheme="minorHAnsi" w:eastAsiaTheme="minorHAnsi" w:hAnsiTheme="minorHAnsi" w:cstheme="minorHAnsi"/>
          <w:b/>
          <w:color w:val="000000" w:themeColor="text1"/>
          <w:szCs w:val="24"/>
          <w:lang w:eastAsia="en-US"/>
        </w:rPr>
        <w:t xml:space="preserve">stanowi tajemnicę przedsiębiorstwa ORLEN Projekt S.A. w rozumieniu ustawy z dnia </w:t>
      </w:r>
      <w:r w:rsidRPr="00FA010F">
        <w:rPr>
          <w:rFonts w:asciiTheme="minorHAnsi" w:eastAsiaTheme="minorHAnsi" w:hAnsiTheme="minorHAnsi" w:cstheme="minorHAnsi"/>
          <w:b/>
          <w:color w:val="000000" w:themeColor="text1"/>
          <w:szCs w:val="24"/>
          <w:lang w:eastAsia="en-US"/>
        </w:rPr>
        <w:br/>
        <w:t xml:space="preserve">16 kwietnia 1993 r. </w:t>
      </w:r>
      <w:r w:rsidRPr="00FA010F">
        <w:rPr>
          <w:rFonts w:asciiTheme="minorHAnsi" w:eastAsiaTheme="minorHAnsi" w:hAnsiTheme="minorHAnsi" w:cstheme="minorHAnsi"/>
          <w:b/>
          <w:i/>
          <w:color w:val="000000" w:themeColor="text1"/>
          <w:szCs w:val="24"/>
          <w:lang w:eastAsia="en-US"/>
        </w:rPr>
        <w:t>o zwalczaniu nieuczciwej konkurencji</w:t>
      </w:r>
      <w:r w:rsidRPr="00FA010F">
        <w:rPr>
          <w:rFonts w:asciiTheme="minorHAnsi" w:eastAsiaTheme="minorHAnsi" w:hAnsiTheme="minorHAnsi" w:cstheme="minorHAnsi"/>
          <w:b/>
          <w:color w:val="000000" w:themeColor="text1"/>
          <w:szCs w:val="24"/>
          <w:lang w:eastAsia="en-US"/>
        </w:rPr>
        <w:t xml:space="preserve"> i podlega ochronie przez okres </w:t>
      </w:r>
      <w:r w:rsidRPr="00FA010F">
        <w:rPr>
          <w:rFonts w:asciiTheme="minorHAnsi" w:eastAsiaTheme="minorHAnsi" w:hAnsiTheme="minorHAnsi" w:cstheme="minorHAnsi"/>
          <w:b/>
          <w:color w:val="000000" w:themeColor="text1"/>
          <w:szCs w:val="24"/>
          <w:lang w:eastAsia="en-US"/>
        </w:rPr>
        <w:br/>
        <w:t xml:space="preserve">10 lat od dnia jej otrzymania oraz zakazane jest udostępnianie jej podmiotom trzecim bez zgody ORLEN Projekt S.A. W przypadku zawarcia umowy z ORLEN Projekt S.A. w związku </w:t>
      </w:r>
      <w:r w:rsidRPr="00FA010F">
        <w:rPr>
          <w:rFonts w:asciiTheme="minorHAnsi" w:eastAsiaTheme="minorHAnsi" w:hAnsiTheme="minorHAnsi" w:cstheme="minorHAnsi"/>
          <w:b/>
          <w:color w:val="000000" w:themeColor="text1"/>
          <w:szCs w:val="24"/>
          <w:lang w:eastAsia="en-US"/>
        </w:rPr>
        <w:br/>
        <w:t>z przedmiotowym postępowaniem zakupowym, kwestię tajemnicy przedsiębiorstwa będzie regulowała właściwa umowa.</w:t>
      </w:r>
      <w:r w:rsidRPr="00FA010F">
        <w:rPr>
          <w:rFonts w:asciiTheme="minorHAnsi" w:eastAsiaTheme="minorHAnsi" w:hAnsiTheme="minorHAnsi" w:cstheme="minorHAnsi"/>
          <w:color w:val="000000" w:themeColor="text1"/>
          <w:szCs w:val="24"/>
          <w:lang w:eastAsia="en-US"/>
        </w:rPr>
        <w:t xml:space="preserve"> </w:t>
      </w:r>
    </w:p>
    <w:p w14:paraId="7DAEBD6E" w14:textId="77777777" w:rsidR="00FA010F" w:rsidRPr="00FA010F" w:rsidRDefault="00FA010F" w:rsidP="00FA010F">
      <w:pPr>
        <w:spacing w:after="160" w:line="259" w:lineRule="auto"/>
        <w:rPr>
          <w:rFonts w:asciiTheme="minorHAnsi" w:eastAsiaTheme="minorHAnsi" w:hAnsiTheme="minorHAnsi" w:cstheme="minorBidi"/>
          <w:szCs w:val="24"/>
          <w:lang w:eastAsia="en-US"/>
        </w:rPr>
      </w:pPr>
    </w:p>
    <w:p w14:paraId="33A61B80" w14:textId="77777777" w:rsidR="00FA010F" w:rsidRPr="00FA010F" w:rsidRDefault="00FA010F" w:rsidP="00FA010F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A010F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……………………………………………………………………..                                          …………………………………………………</w:t>
      </w:r>
    </w:p>
    <w:p w14:paraId="0679BEC4" w14:textId="77777777" w:rsidR="00FA010F" w:rsidRPr="00FA010F" w:rsidRDefault="00FA010F" w:rsidP="00FA010F">
      <w:pPr>
        <w:spacing w:after="160" w:line="259" w:lineRule="auto"/>
        <w:ind w:left="708" w:firstLine="708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  <w:r w:rsidRPr="00FA010F">
        <w:rPr>
          <w:rFonts w:asciiTheme="minorHAnsi" w:eastAsiaTheme="minorHAnsi" w:hAnsiTheme="minorHAnsi" w:cstheme="minorBidi"/>
          <w:sz w:val="16"/>
          <w:szCs w:val="16"/>
          <w:lang w:eastAsia="en-US"/>
        </w:rPr>
        <w:t>CZYTELNY PODPIS I DATA                                                                                                            PIECZĄTKA FIRMOWA</w:t>
      </w:r>
    </w:p>
    <w:p w14:paraId="079820B3" w14:textId="77777777" w:rsidR="00FA010F" w:rsidRPr="00FA010F" w:rsidRDefault="00FA010F" w:rsidP="00FA010F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3DA6509" w14:textId="6CA3EE0F" w:rsidR="004A7E7F" w:rsidRPr="0057501E" w:rsidRDefault="004A7E7F" w:rsidP="000D54E7">
      <w:pPr>
        <w:rPr>
          <w:sz w:val="20"/>
        </w:rPr>
      </w:pPr>
    </w:p>
    <w:sectPr w:rsidR="004A7E7F" w:rsidRPr="0057501E" w:rsidSect="00FA010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707" w:right="1418" w:bottom="624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4DC78" w14:textId="77777777" w:rsidR="00F837A4" w:rsidRDefault="00F837A4">
      <w:r>
        <w:separator/>
      </w:r>
    </w:p>
  </w:endnote>
  <w:endnote w:type="continuationSeparator" w:id="0">
    <w:p w14:paraId="28451EF7" w14:textId="77777777" w:rsidR="00F837A4" w:rsidRDefault="00F8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E2285" w14:textId="5CD73DDC" w:rsidR="00F77A5D" w:rsidRPr="00BF1B4E" w:rsidRDefault="00F77A5D" w:rsidP="00F77A5D">
    <w:pPr>
      <w:pStyle w:val="Stopka"/>
      <w:ind w:left="-284" w:right="-144"/>
      <w:rPr>
        <w:rFonts w:cs="Arial"/>
        <w:color w:val="676D6F"/>
        <w:sz w:val="16"/>
        <w:szCs w:val="16"/>
      </w:rPr>
    </w:pPr>
    <w:bookmarkStart w:id="0" w:name="_Hlk193981908"/>
    <w:r w:rsidRPr="00BF1B4E">
      <w:rPr>
        <w:rFonts w:cs="Arial"/>
        <w:color w:val="676D6F"/>
        <w:sz w:val="16"/>
        <w:szCs w:val="16"/>
      </w:rPr>
      <w:t>_____________________________________________________________________________________________________________</w:t>
    </w:r>
    <w:r w:rsidRPr="00BF1B4E">
      <w:rPr>
        <w:rFonts w:cs="Arial"/>
        <w:color w:val="676D6F"/>
        <w:sz w:val="16"/>
        <w:szCs w:val="16"/>
      </w:rPr>
      <w:br/>
    </w:r>
  </w:p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2978"/>
      <w:gridCol w:w="4019"/>
      <w:gridCol w:w="2076"/>
    </w:tblGrid>
    <w:tr w:rsidR="00F77A5D" w:rsidRPr="00BF1B4E" w14:paraId="26B38282" w14:textId="77777777" w:rsidTr="00160A6E">
      <w:tc>
        <w:tcPr>
          <w:tcW w:w="2978" w:type="dxa"/>
        </w:tcPr>
        <w:p w14:paraId="6432ECED" w14:textId="0A6107CF" w:rsidR="002E78EC" w:rsidRPr="00BF1B4E" w:rsidRDefault="002E78EC" w:rsidP="002E78EC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 xml:space="preserve">ORLEN </w:t>
          </w:r>
          <w:r w:rsidR="00C927C1" w:rsidRPr="00BF1B4E">
            <w:rPr>
              <w:rFonts w:cs="Arial"/>
              <w:color w:val="676D6F"/>
              <w:sz w:val="16"/>
              <w:szCs w:val="16"/>
            </w:rPr>
            <w:t>Projekt S.A.</w:t>
          </w:r>
        </w:p>
        <w:p w14:paraId="4775409A" w14:textId="09087983" w:rsidR="00BF1B4E" w:rsidRPr="00BF1B4E" w:rsidRDefault="00BF1B4E" w:rsidP="002E78EC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z siedzibą w Płocku</w:t>
          </w:r>
        </w:p>
        <w:p w14:paraId="10B81A2A" w14:textId="252A52AF" w:rsidR="002E78EC" w:rsidRPr="00BF1B4E" w:rsidRDefault="00573EA0" w:rsidP="002E78EC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Zglenickiego 42</w:t>
          </w:r>
        </w:p>
        <w:p w14:paraId="66E9DBD9" w14:textId="7F374FCC" w:rsidR="00F77A5D" w:rsidRPr="00BF1B4E" w:rsidRDefault="00573EA0" w:rsidP="002E78EC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09-411 Płock</w:t>
          </w:r>
        </w:p>
      </w:tc>
      <w:tc>
        <w:tcPr>
          <w:tcW w:w="4019" w:type="dxa"/>
        </w:tcPr>
        <w:p w14:paraId="2F7D1204" w14:textId="77777777" w:rsidR="00241CE9" w:rsidRPr="00241CE9" w:rsidRDefault="00241CE9" w:rsidP="00241CE9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>Rejestracja Spółki:</w:t>
          </w:r>
        </w:p>
        <w:p w14:paraId="6C28E098" w14:textId="77777777" w:rsidR="00241CE9" w:rsidRPr="00241CE9" w:rsidRDefault="00241CE9" w:rsidP="00241CE9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 xml:space="preserve">Sąd Rejonowy dla Łodzi-Śródmieścia w Łodzi; </w:t>
          </w:r>
        </w:p>
        <w:p w14:paraId="773D0972" w14:textId="77777777" w:rsidR="00241CE9" w:rsidRPr="00241CE9" w:rsidRDefault="00241CE9" w:rsidP="00241CE9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>XX Wydział Gospodarczy</w:t>
          </w:r>
        </w:p>
        <w:p w14:paraId="7BA05FB5" w14:textId="77777777" w:rsidR="00241CE9" w:rsidRPr="00241CE9" w:rsidRDefault="00241CE9" w:rsidP="00241CE9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>KRS: 0000064194</w:t>
          </w:r>
        </w:p>
        <w:p w14:paraId="5284A85A" w14:textId="77777777" w:rsidR="00241CE9" w:rsidRPr="00241CE9" w:rsidRDefault="00241CE9" w:rsidP="00241CE9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>NIP: 774-23-72-663</w:t>
          </w:r>
        </w:p>
        <w:p w14:paraId="463B5970" w14:textId="77777777" w:rsidR="00241CE9" w:rsidRPr="00241CE9" w:rsidRDefault="00241CE9" w:rsidP="00241CE9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>REGON: 610411633</w:t>
          </w:r>
        </w:p>
        <w:p w14:paraId="6DE3083C" w14:textId="77777777" w:rsidR="00241CE9" w:rsidRPr="00241CE9" w:rsidRDefault="00241CE9" w:rsidP="00241CE9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 xml:space="preserve">BDO: 000025750 </w:t>
          </w:r>
        </w:p>
        <w:p w14:paraId="39BFCAE0" w14:textId="77777777" w:rsidR="00241CE9" w:rsidRPr="00241CE9" w:rsidRDefault="00241CE9" w:rsidP="00241CE9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>Wysokość kapitału zakładowego i kapitału wpłaconego: 1 500 000 zł</w:t>
          </w:r>
        </w:p>
        <w:p w14:paraId="1556B24F" w14:textId="438DBC49" w:rsidR="00F77A5D" w:rsidRPr="00BF1B4E" w:rsidRDefault="00F77A5D" w:rsidP="00BF1B4E">
          <w:pPr>
            <w:pStyle w:val="OPStopka"/>
            <w:jc w:val="left"/>
            <w:rPr>
              <w:rFonts w:ascii="Arial" w:hAnsi="Arial" w:cs="Arial"/>
              <w:color w:val="676D6F"/>
              <w:szCs w:val="16"/>
            </w:rPr>
          </w:pPr>
        </w:p>
      </w:tc>
      <w:tc>
        <w:tcPr>
          <w:tcW w:w="2076" w:type="dxa"/>
        </w:tcPr>
        <w:p w14:paraId="560157DF" w14:textId="3C66B8C1" w:rsidR="002E78EC" w:rsidRPr="00BF1B4E" w:rsidRDefault="002E78EC" w:rsidP="002E78EC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 xml:space="preserve">+48 </w:t>
          </w:r>
          <w:r w:rsidR="00573EA0" w:rsidRPr="00BF1B4E">
            <w:rPr>
              <w:rFonts w:cs="Arial"/>
              <w:color w:val="676D6F"/>
              <w:sz w:val="16"/>
              <w:szCs w:val="16"/>
            </w:rPr>
            <w:t>(24) 364-46-00</w:t>
          </w:r>
        </w:p>
        <w:p w14:paraId="3A032BC9" w14:textId="73DEFF0A" w:rsidR="00F77A5D" w:rsidRPr="00BF1B4E" w:rsidRDefault="00573EA0" w:rsidP="002E78EC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 xml:space="preserve">sekretariat@orlenprojekt.eu </w:t>
          </w:r>
          <w:r w:rsidR="002E78EC" w:rsidRPr="00BF1B4E">
            <w:rPr>
              <w:rFonts w:cs="Arial"/>
              <w:color w:val="676D6F"/>
              <w:sz w:val="16"/>
              <w:szCs w:val="16"/>
            </w:rPr>
            <w:t>www.</w:t>
          </w:r>
          <w:r w:rsidR="008F394F" w:rsidRPr="00BF1B4E">
            <w:rPr>
              <w:rFonts w:cs="Arial"/>
              <w:color w:val="676D6F"/>
              <w:sz w:val="16"/>
              <w:szCs w:val="16"/>
            </w:rPr>
            <w:t>orlen</w:t>
          </w:r>
          <w:r w:rsidR="00C927C1" w:rsidRPr="00BF1B4E">
            <w:rPr>
              <w:rFonts w:cs="Arial"/>
              <w:color w:val="676D6F"/>
              <w:sz w:val="16"/>
              <w:szCs w:val="16"/>
            </w:rPr>
            <w:t>projekt</w:t>
          </w:r>
          <w:r w:rsidR="008F394F" w:rsidRPr="00BF1B4E">
            <w:rPr>
              <w:rFonts w:cs="Arial"/>
              <w:color w:val="676D6F"/>
              <w:sz w:val="16"/>
              <w:szCs w:val="16"/>
            </w:rPr>
            <w:t>.pl</w:t>
          </w:r>
        </w:p>
      </w:tc>
    </w:tr>
    <w:bookmarkEnd w:id="0"/>
  </w:tbl>
  <w:p w14:paraId="7F05CBCF" w14:textId="2A5ADF44" w:rsidR="00F77A5D" w:rsidRPr="00BF1B4E" w:rsidRDefault="00F77A5D" w:rsidP="00BF1B4E">
    <w:pPr>
      <w:pStyle w:val="Stopka"/>
      <w:tabs>
        <w:tab w:val="clear" w:pos="4536"/>
        <w:tab w:val="clear" w:pos="9072"/>
        <w:tab w:val="left" w:pos="3882"/>
      </w:tabs>
      <w:rPr>
        <w:rFonts w:cs="Arial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D2CB2" w14:textId="77777777" w:rsidR="00B167B1" w:rsidRPr="00793016" w:rsidRDefault="00DB4B72" w:rsidP="00B704EA">
    <w:pPr>
      <w:pStyle w:val="OPStopka"/>
    </w:pPr>
    <w:r>
      <w:t xml:space="preserve">Strona/stron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>/</w:t>
    </w:r>
    <w:fldSimple w:instr=" NUMPAGES   \* MERGEFORMAT ">
      <w: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XSpec="center" w:tblpY="1"/>
      <w:tblOverlap w:val="never"/>
      <w:tblW w:w="5000" w:type="pct"/>
      <w:jc w:val="center"/>
      <w:tblLook w:val="04A0" w:firstRow="1" w:lastRow="0" w:firstColumn="1" w:lastColumn="0" w:noHBand="0" w:noVBand="1"/>
    </w:tblPr>
    <w:tblGrid>
      <w:gridCol w:w="3657"/>
      <w:gridCol w:w="5413"/>
    </w:tblGrid>
    <w:tr w:rsidR="00FA063E" w14:paraId="47486B6A" w14:textId="77777777" w:rsidTr="006632B7">
      <w:trPr>
        <w:jc w:val="center"/>
      </w:trPr>
      <w:tc>
        <w:tcPr>
          <w:tcW w:w="2016" w:type="pct"/>
        </w:tcPr>
        <w:p w14:paraId="00E17CA9" w14:textId="77777777" w:rsidR="00FA063E" w:rsidRDefault="00F837A4" w:rsidP="004D1254">
          <w:pPr>
            <w:pStyle w:val="OPStopka"/>
            <w:rPr>
              <w:b/>
              <w:sz w:val="14"/>
              <w:lang w:val="en-US"/>
            </w:rPr>
          </w:pPr>
        </w:p>
      </w:tc>
      <w:tc>
        <w:tcPr>
          <w:tcW w:w="2984" w:type="pct"/>
        </w:tcPr>
        <w:p w14:paraId="6577FD97" w14:textId="77777777" w:rsidR="00626EC8" w:rsidRDefault="00F837A4" w:rsidP="00F31891">
          <w:pPr>
            <w:pStyle w:val="OPStopka"/>
            <w:tabs>
              <w:tab w:val="left" w:pos="1486"/>
            </w:tabs>
            <w:jc w:val="left"/>
          </w:pPr>
        </w:p>
      </w:tc>
    </w:tr>
    <w:tr w:rsidR="00F31891" w14:paraId="07F9CC3D" w14:textId="77777777" w:rsidTr="004D1254">
      <w:trPr>
        <w:jc w:val="center"/>
      </w:trPr>
      <w:tc>
        <w:tcPr>
          <w:tcW w:w="2016" w:type="pct"/>
        </w:tcPr>
        <w:p w14:paraId="404D937B" w14:textId="77777777" w:rsidR="00F31891" w:rsidRPr="0074125C" w:rsidRDefault="00F837A4" w:rsidP="004D1254">
          <w:pPr>
            <w:pStyle w:val="OPStopka"/>
            <w:rPr>
              <w:rStyle w:val="Pogrubienie"/>
            </w:rPr>
          </w:pPr>
        </w:p>
      </w:tc>
      <w:tc>
        <w:tcPr>
          <w:tcW w:w="2984" w:type="pct"/>
        </w:tcPr>
        <w:p w14:paraId="7B1FA494" w14:textId="77777777" w:rsidR="00F31891" w:rsidRPr="0074125C" w:rsidRDefault="00F837A4" w:rsidP="004D1254">
          <w:pPr>
            <w:pStyle w:val="OPStopka"/>
            <w:jc w:val="left"/>
            <w:rPr>
              <w:rStyle w:val="Pogrubienie"/>
            </w:rPr>
          </w:pPr>
        </w:p>
      </w:tc>
    </w:tr>
  </w:tbl>
  <w:p w14:paraId="151CE70D" w14:textId="77777777" w:rsidR="00FA063E" w:rsidRDefault="00F837A4" w:rsidP="00B22A27">
    <w:pPr>
      <w:pStyle w:val="OP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C776B" w14:textId="77777777" w:rsidR="00F837A4" w:rsidRDefault="00F837A4">
      <w:r>
        <w:separator/>
      </w:r>
    </w:p>
  </w:footnote>
  <w:footnote w:type="continuationSeparator" w:id="0">
    <w:p w14:paraId="533CB78D" w14:textId="77777777" w:rsidR="00F837A4" w:rsidRDefault="00F83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0AE63" w14:textId="2A4F96D2" w:rsidR="00833574" w:rsidRDefault="008662B3" w:rsidP="00833574">
    <w:pPr>
      <w:pStyle w:val="Nagwek"/>
      <w:jc w:val="center"/>
    </w:pPr>
    <w:r>
      <w:rPr>
        <w:noProof/>
      </w:rPr>
      <w:drawing>
        <wp:inline distT="0" distB="0" distL="0" distR="0" wp14:anchorId="4A59BCDF" wp14:editId="72B57829">
          <wp:extent cx="1104414" cy="1224000"/>
          <wp:effectExtent l="0" t="0" r="635" b="0"/>
          <wp:docPr id="1325058677" name="Obraz 1" descr="Obraz zawierający tekst, Grafika, Czcion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3056323" name="Obraz 1" descr="Obraz zawierający tekst, Grafika, Czcionka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414" cy="12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E1BB00" w14:textId="77777777" w:rsidR="00C3676F" w:rsidRDefault="00C3676F" w:rsidP="00833574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5C306" w14:textId="4D4EEC16" w:rsidR="00F77A5D" w:rsidRDefault="00C927C1" w:rsidP="00F77A5D">
    <w:pPr>
      <w:pStyle w:val="Nagwek"/>
      <w:jc w:val="center"/>
    </w:pPr>
    <w:r>
      <w:rPr>
        <w:noProof/>
      </w:rPr>
      <w:drawing>
        <wp:inline distT="0" distB="0" distL="0" distR="0" wp14:anchorId="67C3EBF2" wp14:editId="623F8897">
          <wp:extent cx="880580" cy="1224000"/>
          <wp:effectExtent l="0" t="0" r="0" b="0"/>
          <wp:docPr id="1916578495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B2F0B" w14:textId="77777777" w:rsidR="000C3E59" w:rsidRDefault="00DB4B72" w:rsidP="0064741F">
    <w:pPr>
      <w:pStyle w:val="Nagwek"/>
    </w:pPr>
    <w:r>
      <w:rPr>
        <w:noProof/>
      </w:rPr>
      <w:drawing>
        <wp:inline distT="0" distB="0" distL="0" distR="0" wp14:anchorId="60D6B139" wp14:editId="2759B3B9">
          <wp:extent cx="1587600" cy="507600"/>
          <wp:effectExtent l="0" t="0" r="0" b="698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600" cy="50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F6CF3" w14:textId="77777777" w:rsidR="00FA063E" w:rsidRDefault="00DB4B72" w:rsidP="0064741F">
    <w:pPr>
      <w:pStyle w:val="Nagwek"/>
    </w:pPr>
    <w:r>
      <w:rPr>
        <w:noProof/>
      </w:rPr>
      <w:drawing>
        <wp:inline distT="0" distB="0" distL="0" distR="0" wp14:anchorId="375075C8" wp14:editId="24C34EA0">
          <wp:extent cx="2299970" cy="736600"/>
          <wp:effectExtent l="0" t="0" r="5080" b="635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97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811AB"/>
    <w:multiLevelType w:val="hybridMultilevel"/>
    <w:tmpl w:val="95C2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45884"/>
    <w:multiLevelType w:val="hybridMultilevel"/>
    <w:tmpl w:val="380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E4338"/>
    <w:multiLevelType w:val="hybridMultilevel"/>
    <w:tmpl w:val="F256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00"/>
    <w:rsid w:val="000054CA"/>
    <w:rsid w:val="00031204"/>
    <w:rsid w:val="00080006"/>
    <w:rsid w:val="000906F2"/>
    <w:rsid w:val="00093EA2"/>
    <w:rsid w:val="00095CC8"/>
    <w:rsid w:val="00096388"/>
    <w:rsid w:val="000B7C6D"/>
    <w:rsid w:val="000D2374"/>
    <w:rsid w:val="000D4EC0"/>
    <w:rsid w:val="000D54E7"/>
    <w:rsid w:val="000F6288"/>
    <w:rsid w:val="00121959"/>
    <w:rsid w:val="001224F2"/>
    <w:rsid w:val="00124174"/>
    <w:rsid w:val="00133746"/>
    <w:rsid w:val="00137ADB"/>
    <w:rsid w:val="00142068"/>
    <w:rsid w:val="00160A6E"/>
    <w:rsid w:val="00176F07"/>
    <w:rsid w:val="001819CE"/>
    <w:rsid w:val="00190876"/>
    <w:rsid w:val="00191169"/>
    <w:rsid w:val="001A17DB"/>
    <w:rsid w:val="001B6E4A"/>
    <w:rsid w:val="001D4279"/>
    <w:rsid w:val="001E09A4"/>
    <w:rsid w:val="00213271"/>
    <w:rsid w:val="0021673A"/>
    <w:rsid w:val="00217FAD"/>
    <w:rsid w:val="00225D5D"/>
    <w:rsid w:val="002316C6"/>
    <w:rsid w:val="00241CE9"/>
    <w:rsid w:val="002437B5"/>
    <w:rsid w:val="00252DFF"/>
    <w:rsid w:val="0025314B"/>
    <w:rsid w:val="00256198"/>
    <w:rsid w:val="002657B5"/>
    <w:rsid w:val="002658AA"/>
    <w:rsid w:val="00270E00"/>
    <w:rsid w:val="002721F7"/>
    <w:rsid w:val="00282FC3"/>
    <w:rsid w:val="002832A9"/>
    <w:rsid w:val="00285C24"/>
    <w:rsid w:val="00295D58"/>
    <w:rsid w:val="002A04A9"/>
    <w:rsid w:val="002A645B"/>
    <w:rsid w:val="002B7378"/>
    <w:rsid w:val="002C5E35"/>
    <w:rsid w:val="002D079F"/>
    <w:rsid w:val="002E0971"/>
    <w:rsid w:val="002E78EC"/>
    <w:rsid w:val="002F7D8D"/>
    <w:rsid w:val="003029A9"/>
    <w:rsid w:val="00312F38"/>
    <w:rsid w:val="0031797C"/>
    <w:rsid w:val="003230AA"/>
    <w:rsid w:val="00324E72"/>
    <w:rsid w:val="003364D4"/>
    <w:rsid w:val="00336ED4"/>
    <w:rsid w:val="00350554"/>
    <w:rsid w:val="003532FA"/>
    <w:rsid w:val="00363859"/>
    <w:rsid w:val="00364E5D"/>
    <w:rsid w:val="003822FC"/>
    <w:rsid w:val="0038542B"/>
    <w:rsid w:val="003B10D7"/>
    <w:rsid w:val="003B11D8"/>
    <w:rsid w:val="003C5586"/>
    <w:rsid w:val="003C7667"/>
    <w:rsid w:val="003D11D3"/>
    <w:rsid w:val="003E11C0"/>
    <w:rsid w:val="003E454F"/>
    <w:rsid w:val="003E4740"/>
    <w:rsid w:val="003F192D"/>
    <w:rsid w:val="003F1BDD"/>
    <w:rsid w:val="003F7B7E"/>
    <w:rsid w:val="00412384"/>
    <w:rsid w:val="00414681"/>
    <w:rsid w:val="00424F36"/>
    <w:rsid w:val="00452C4C"/>
    <w:rsid w:val="00460D09"/>
    <w:rsid w:val="004675FB"/>
    <w:rsid w:val="0047221F"/>
    <w:rsid w:val="0047583C"/>
    <w:rsid w:val="004809E6"/>
    <w:rsid w:val="00494D29"/>
    <w:rsid w:val="004A01A0"/>
    <w:rsid w:val="004A6B0A"/>
    <w:rsid w:val="004A7E7F"/>
    <w:rsid w:val="004B02A4"/>
    <w:rsid w:val="004B2CCB"/>
    <w:rsid w:val="004C3E02"/>
    <w:rsid w:val="004D1BB1"/>
    <w:rsid w:val="004D5464"/>
    <w:rsid w:val="00511FCD"/>
    <w:rsid w:val="005337C2"/>
    <w:rsid w:val="0053627C"/>
    <w:rsid w:val="00536834"/>
    <w:rsid w:val="00540CCA"/>
    <w:rsid w:val="00542BA9"/>
    <w:rsid w:val="005661C4"/>
    <w:rsid w:val="00573EA0"/>
    <w:rsid w:val="0057501E"/>
    <w:rsid w:val="005824AC"/>
    <w:rsid w:val="00582AD5"/>
    <w:rsid w:val="00591C56"/>
    <w:rsid w:val="00593FEF"/>
    <w:rsid w:val="00596263"/>
    <w:rsid w:val="005A0E82"/>
    <w:rsid w:val="005A4ACF"/>
    <w:rsid w:val="005B0C03"/>
    <w:rsid w:val="005B684F"/>
    <w:rsid w:val="005B78AD"/>
    <w:rsid w:val="005C6DE6"/>
    <w:rsid w:val="005D46D4"/>
    <w:rsid w:val="005D6A94"/>
    <w:rsid w:val="005E3847"/>
    <w:rsid w:val="005E5FDF"/>
    <w:rsid w:val="005E63D1"/>
    <w:rsid w:val="00601410"/>
    <w:rsid w:val="006027AF"/>
    <w:rsid w:val="00606891"/>
    <w:rsid w:val="006318B8"/>
    <w:rsid w:val="00642268"/>
    <w:rsid w:val="0066330B"/>
    <w:rsid w:val="006A21F7"/>
    <w:rsid w:val="006C1E3C"/>
    <w:rsid w:val="006C2F7A"/>
    <w:rsid w:val="006C348B"/>
    <w:rsid w:val="00707C38"/>
    <w:rsid w:val="00724FC5"/>
    <w:rsid w:val="0072773A"/>
    <w:rsid w:val="00731F8F"/>
    <w:rsid w:val="0073681B"/>
    <w:rsid w:val="00741173"/>
    <w:rsid w:val="00744107"/>
    <w:rsid w:val="007710DB"/>
    <w:rsid w:val="00771931"/>
    <w:rsid w:val="00775B72"/>
    <w:rsid w:val="00776353"/>
    <w:rsid w:val="00784B57"/>
    <w:rsid w:val="00792061"/>
    <w:rsid w:val="007A24A2"/>
    <w:rsid w:val="007A2A98"/>
    <w:rsid w:val="007A7A38"/>
    <w:rsid w:val="007C20E1"/>
    <w:rsid w:val="007E3222"/>
    <w:rsid w:val="007F08E7"/>
    <w:rsid w:val="007F3D95"/>
    <w:rsid w:val="007F539A"/>
    <w:rsid w:val="00801F5D"/>
    <w:rsid w:val="00812FDE"/>
    <w:rsid w:val="00833574"/>
    <w:rsid w:val="008341AF"/>
    <w:rsid w:val="008461B7"/>
    <w:rsid w:val="00850D06"/>
    <w:rsid w:val="00861889"/>
    <w:rsid w:val="008662B3"/>
    <w:rsid w:val="00871E2D"/>
    <w:rsid w:val="008741F4"/>
    <w:rsid w:val="008745A2"/>
    <w:rsid w:val="00876C45"/>
    <w:rsid w:val="008804CC"/>
    <w:rsid w:val="008869D1"/>
    <w:rsid w:val="008A0DB8"/>
    <w:rsid w:val="008B49E6"/>
    <w:rsid w:val="008B582B"/>
    <w:rsid w:val="008B71EB"/>
    <w:rsid w:val="008D1CD4"/>
    <w:rsid w:val="008E149C"/>
    <w:rsid w:val="008E161B"/>
    <w:rsid w:val="008E2A59"/>
    <w:rsid w:val="008E2ECB"/>
    <w:rsid w:val="008F1545"/>
    <w:rsid w:val="008F394F"/>
    <w:rsid w:val="008F41EA"/>
    <w:rsid w:val="00904A23"/>
    <w:rsid w:val="0090558F"/>
    <w:rsid w:val="00915516"/>
    <w:rsid w:val="009351B9"/>
    <w:rsid w:val="00955ECB"/>
    <w:rsid w:val="009636A4"/>
    <w:rsid w:val="009822E0"/>
    <w:rsid w:val="00992FD6"/>
    <w:rsid w:val="009A20AC"/>
    <w:rsid w:val="009C06FA"/>
    <w:rsid w:val="009C6CE4"/>
    <w:rsid w:val="009D10C7"/>
    <w:rsid w:val="00A0625E"/>
    <w:rsid w:val="00A14E43"/>
    <w:rsid w:val="00A151C4"/>
    <w:rsid w:val="00A208EF"/>
    <w:rsid w:val="00A20A2E"/>
    <w:rsid w:val="00A30451"/>
    <w:rsid w:val="00A36921"/>
    <w:rsid w:val="00A50A29"/>
    <w:rsid w:val="00A51470"/>
    <w:rsid w:val="00A5147A"/>
    <w:rsid w:val="00A54590"/>
    <w:rsid w:val="00A615B6"/>
    <w:rsid w:val="00A62BCA"/>
    <w:rsid w:val="00A738C8"/>
    <w:rsid w:val="00A81E2B"/>
    <w:rsid w:val="00A87846"/>
    <w:rsid w:val="00A963D5"/>
    <w:rsid w:val="00B02BBE"/>
    <w:rsid w:val="00B0367B"/>
    <w:rsid w:val="00B063DF"/>
    <w:rsid w:val="00B13F7B"/>
    <w:rsid w:val="00B30B05"/>
    <w:rsid w:val="00B3244B"/>
    <w:rsid w:val="00B3683B"/>
    <w:rsid w:val="00B377DD"/>
    <w:rsid w:val="00B576B8"/>
    <w:rsid w:val="00B74A1C"/>
    <w:rsid w:val="00B75D85"/>
    <w:rsid w:val="00B7788D"/>
    <w:rsid w:val="00B77C63"/>
    <w:rsid w:val="00B8410C"/>
    <w:rsid w:val="00B94982"/>
    <w:rsid w:val="00B96218"/>
    <w:rsid w:val="00B9727A"/>
    <w:rsid w:val="00B97CE0"/>
    <w:rsid w:val="00BA355E"/>
    <w:rsid w:val="00BB3E86"/>
    <w:rsid w:val="00BB4B46"/>
    <w:rsid w:val="00BB7CE6"/>
    <w:rsid w:val="00BC02B0"/>
    <w:rsid w:val="00BE126F"/>
    <w:rsid w:val="00BE5069"/>
    <w:rsid w:val="00BF1B4E"/>
    <w:rsid w:val="00C047C1"/>
    <w:rsid w:val="00C0637B"/>
    <w:rsid w:val="00C14F2E"/>
    <w:rsid w:val="00C3676F"/>
    <w:rsid w:val="00C36CEE"/>
    <w:rsid w:val="00C37D8C"/>
    <w:rsid w:val="00C53CE3"/>
    <w:rsid w:val="00C760F5"/>
    <w:rsid w:val="00C843BA"/>
    <w:rsid w:val="00C85B8C"/>
    <w:rsid w:val="00C927C1"/>
    <w:rsid w:val="00C939BB"/>
    <w:rsid w:val="00C97B63"/>
    <w:rsid w:val="00CB4214"/>
    <w:rsid w:val="00CB569B"/>
    <w:rsid w:val="00CB5A50"/>
    <w:rsid w:val="00CC5200"/>
    <w:rsid w:val="00CD26DA"/>
    <w:rsid w:val="00CE7751"/>
    <w:rsid w:val="00D04B70"/>
    <w:rsid w:val="00D10E4C"/>
    <w:rsid w:val="00D21DD1"/>
    <w:rsid w:val="00D27643"/>
    <w:rsid w:val="00D34494"/>
    <w:rsid w:val="00D47C80"/>
    <w:rsid w:val="00D54BFF"/>
    <w:rsid w:val="00D60AE6"/>
    <w:rsid w:val="00D816BE"/>
    <w:rsid w:val="00D86494"/>
    <w:rsid w:val="00D97B93"/>
    <w:rsid w:val="00DB4B72"/>
    <w:rsid w:val="00DB644B"/>
    <w:rsid w:val="00DD1A6A"/>
    <w:rsid w:val="00DD6FE9"/>
    <w:rsid w:val="00DE21DE"/>
    <w:rsid w:val="00DE357A"/>
    <w:rsid w:val="00E01428"/>
    <w:rsid w:val="00E24A1C"/>
    <w:rsid w:val="00E24E06"/>
    <w:rsid w:val="00E30A3C"/>
    <w:rsid w:val="00E30DCF"/>
    <w:rsid w:val="00E37CA5"/>
    <w:rsid w:val="00E43114"/>
    <w:rsid w:val="00E44600"/>
    <w:rsid w:val="00E54B84"/>
    <w:rsid w:val="00E56A68"/>
    <w:rsid w:val="00E66350"/>
    <w:rsid w:val="00E81AC3"/>
    <w:rsid w:val="00E961BE"/>
    <w:rsid w:val="00E97014"/>
    <w:rsid w:val="00E974A6"/>
    <w:rsid w:val="00EA15B1"/>
    <w:rsid w:val="00EA2FFC"/>
    <w:rsid w:val="00EA794A"/>
    <w:rsid w:val="00EB6F8D"/>
    <w:rsid w:val="00EB7A75"/>
    <w:rsid w:val="00ED4557"/>
    <w:rsid w:val="00EE237A"/>
    <w:rsid w:val="00EF0740"/>
    <w:rsid w:val="00EF528C"/>
    <w:rsid w:val="00F05FF2"/>
    <w:rsid w:val="00F26CE7"/>
    <w:rsid w:val="00F33B17"/>
    <w:rsid w:val="00F35CC5"/>
    <w:rsid w:val="00F457BC"/>
    <w:rsid w:val="00F51F74"/>
    <w:rsid w:val="00F5258D"/>
    <w:rsid w:val="00F63D08"/>
    <w:rsid w:val="00F75CC6"/>
    <w:rsid w:val="00F75F89"/>
    <w:rsid w:val="00F77A5D"/>
    <w:rsid w:val="00F81B8E"/>
    <w:rsid w:val="00F8275D"/>
    <w:rsid w:val="00F837A4"/>
    <w:rsid w:val="00F910B9"/>
    <w:rsid w:val="00F92609"/>
    <w:rsid w:val="00F94D49"/>
    <w:rsid w:val="00F964B7"/>
    <w:rsid w:val="00FA010F"/>
    <w:rsid w:val="00FA69A5"/>
    <w:rsid w:val="00FD0B36"/>
    <w:rsid w:val="00FD1EAA"/>
    <w:rsid w:val="00FE4336"/>
    <w:rsid w:val="00FF1A17"/>
    <w:rsid w:val="00FF5E1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7146DE"/>
  <w15:docId w15:val="{EC742F55-3E47-4D01-B921-BE0CD0FF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7A5D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7E3222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850D06"/>
    <w:rPr>
      <w:rFonts w:ascii="Arial" w:hAnsi="Arial"/>
      <w:sz w:val="24"/>
    </w:rPr>
  </w:style>
  <w:style w:type="character" w:styleId="Odwoaniedokomentarza">
    <w:name w:val="annotation reference"/>
    <w:basedOn w:val="Domylnaczcionkaakapitu"/>
    <w:semiHidden/>
    <w:unhideWhenUsed/>
    <w:rsid w:val="0086188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61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6188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1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61889"/>
    <w:rPr>
      <w:rFonts w:ascii="Arial" w:hAnsi="Arial"/>
      <w:b/>
      <w:bCs/>
    </w:rPr>
  </w:style>
  <w:style w:type="character" w:customStyle="1" w:styleId="fontstyle01">
    <w:name w:val="fontstyle01"/>
    <w:basedOn w:val="Domylnaczcionkaakapitu"/>
    <w:rsid w:val="00E56A68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147A"/>
    <w:rPr>
      <w:rFonts w:ascii="Tahoma" w:hAnsi="Tahoma"/>
      <w:snapToGrid w:val="0"/>
      <w:sz w:val="28"/>
    </w:rPr>
  </w:style>
  <w:style w:type="table" w:styleId="Tabela-Siatka">
    <w:name w:val="Table Grid"/>
    <w:basedOn w:val="Standardowy"/>
    <w:rsid w:val="006C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A69A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69A5"/>
    <w:rPr>
      <w:color w:val="605E5C"/>
      <w:shd w:val="clear" w:color="auto" w:fill="E1DFDD"/>
    </w:rPr>
  </w:style>
  <w:style w:type="paragraph" w:customStyle="1" w:styleId="OPStopka">
    <w:name w:val="OP_Stopka"/>
    <w:basedOn w:val="Normalny"/>
    <w:link w:val="OPStopkaZnak"/>
    <w:autoRedefine/>
    <w:qFormat/>
    <w:rsid w:val="00350554"/>
    <w:pPr>
      <w:tabs>
        <w:tab w:val="center" w:pos="4536"/>
        <w:tab w:val="right" w:pos="9072"/>
      </w:tabs>
      <w:ind w:right="567"/>
      <w:jc w:val="right"/>
    </w:pPr>
    <w:rPr>
      <w:rFonts w:ascii="Calibri" w:hAnsi="Calibri" w:cs="Calibri"/>
      <w:noProof/>
      <w:sz w:val="16"/>
      <w:szCs w:val="24"/>
    </w:rPr>
  </w:style>
  <w:style w:type="character" w:customStyle="1" w:styleId="OPStopkaZnak">
    <w:name w:val="OP_Stopka Znak"/>
    <w:basedOn w:val="Domylnaczcionkaakapitu"/>
    <w:link w:val="OPStopka"/>
    <w:rsid w:val="00350554"/>
    <w:rPr>
      <w:rFonts w:ascii="Calibri" w:hAnsi="Calibri" w:cs="Calibri"/>
      <w:noProof/>
      <w:sz w:val="16"/>
      <w:szCs w:val="24"/>
    </w:rPr>
  </w:style>
  <w:style w:type="character" w:styleId="Pogrubienie">
    <w:name w:val="Strong"/>
    <w:aliases w:val="OP_StopkaBold"/>
    <w:basedOn w:val="Domylnaczcionkaakapitu"/>
    <w:qFormat/>
    <w:rsid w:val="00FA01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warszawa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52646C78BBDE4BB551C24B45F01197" ma:contentTypeVersion="1" ma:contentTypeDescription="Utwórz nowy dokument." ma:contentTypeScope="" ma:versionID="b799d9e3734b74790f0eb74a4f5ad44b">
  <xsd:schema xmlns:xsd="http://www.w3.org/2001/XMLSchema" xmlns:xs="http://www.w3.org/2001/XMLSchema" xmlns:p="http://schemas.microsoft.com/office/2006/metadata/properties" xmlns:ns1="http://schemas.microsoft.com/sharepoint/v3" xmlns:ns2="0659b6a8-4ef3-4ee2-9987-67fb9cde770e" xmlns:ns3="dd0a59eb-562c-4429-9b98-f1c85114c1d4" targetNamespace="http://schemas.microsoft.com/office/2006/metadata/properties" ma:root="true" ma:fieldsID="0ec90433e98f1ca8b12d5dcb07572492" ns1:_="" ns2:_="" ns3:_="">
    <xsd:import namespace="http://schemas.microsoft.com/sharepoint/v3"/>
    <xsd:import namespace="0659b6a8-4ef3-4ee2-9987-67fb9cde770e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7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8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9b6a8-4ef3-4ee2-9987-67fb9cde770e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6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0659b6a8-4ef3-4ee2-9987-67fb9cde770e">false</OpenInNewWindow>
    <DocumentDescription xmlns="0659b6a8-4ef3-4ee2-9987-67fb9cde770e" xsi:nil="true"/>
    <RoutingRuleDescription xmlns="http://schemas.microsoft.com/sharepoint/v3" xsi:nil="true"/>
    <PublishingExpirationDate xmlns="http://schemas.microsoft.com/sharepoint/v3" xsi:nil="true"/>
    <DocumentWeight xmlns="0659b6a8-4ef3-4ee2-9987-67fb9cde770e" xsi:nil="true"/>
    <PublishingStartDate xmlns="http://schemas.microsoft.com/sharepoint/v3" xsi:nil="true"/>
    <TaxCatchAll xmlns="dd0a59eb-562c-4429-9b98-f1c85114c1d4"/>
    <PublishDate xmlns="dd0a59eb-562c-4429-9b98-f1c85114c1d4">2020-08-06T22:00:00+00:00</PublishDate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C2E2422-291C-4928-BB31-939B24653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59b6a8-4ef3-4ee2-9987-67fb9cde770e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6E9B9D-CF2B-4DD6-85A3-C20DC734E7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2CD5A-1592-4044-B917-EB225FA1B5A7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659b6a8-4ef3-4ee2-9987-67fb9cde770e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9D31E0C-658A-448F-AE39-9B059E4184BE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papier_firmowyA4_warszawa-do_zaciagania_zobowiązan_2020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Warszawa – do zaciągania zobowiązań</vt:lpstr>
    </vt:vector>
  </TitlesOfParts>
  <Company>MARO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Warszawa – do zaciągania zobowiązań</dc:title>
  <dc:creator>Kamil Stulgis</dc:creator>
  <cp:lastModifiedBy>Milena Gorsiak</cp:lastModifiedBy>
  <cp:revision>2</cp:revision>
  <cp:lastPrinted>2023-09-11T10:44:00Z</cp:lastPrinted>
  <dcterms:created xsi:type="dcterms:W3CDTF">2025-09-01T06:20:00Z</dcterms:created>
  <dcterms:modified xsi:type="dcterms:W3CDTF">2025-09-01T06:20:00Z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0x010100B252646C78BBDE4BB551C24B45F01197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2023-06-26T10:53:17Z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dfff4d46-621b-4021-8561-d5b6b1f7f14e</vt:lpwstr>
  </property>
  <property fmtid="{D5CDD505-2E9C-101B-9397-08002B2CF9AE}" pid="10" name="MSIP_Label_53312e15-a5e9-4500-a857-15b9f442bba9_ContentBits">
    <vt:lpwstr>0</vt:lpwstr>
  </property>
</Properties>
</file>